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-Git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77"/>
        <w:gridCol w:w="2546"/>
      </w:tblGrid>
      <w:tr w:rsidR="00376D11" w:rsidRPr="004D4AAD" w:rsidTr="002842BF">
        <w:trPr>
          <w:trHeight w:hRule="exact" w:val="2778"/>
        </w:trPr>
        <w:tc>
          <w:tcPr>
            <w:tcW w:w="7377" w:type="dxa"/>
            <w:tcMar>
              <w:left w:w="0" w:type="dxa"/>
              <w:right w:w="0" w:type="dxa"/>
            </w:tcMar>
          </w:tcPr>
          <w:p w:rsidR="007D1435" w:rsidRPr="007D1435" w:rsidRDefault="007D1435" w:rsidP="007D1435">
            <w:pPr>
              <w:pStyle w:val="Overskriftfed"/>
              <w:jc w:val="both"/>
              <w:rPr>
                <w:bCs/>
              </w:rPr>
            </w:pPr>
            <w:r w:rsidRPr="007D1435">
              <w:rPr>
                <w:bCs/>
              </w:rPr>
              <w:t xml:space="preserve">Høring over beslutningsforslag om ret til klage over utilstrækkelig støtte </w:t>
            </w:r>
          </w:p>
          <w:p w:rsidR="00376D11" w:rsidRDefault="007D1435" w:rsidP="007D1435">
            <w:proofErr w:type="gramStart"/>
            <w:r w:rsidRPr="007D1435">
              <w:rPr>
                <w:b/>
                <w:bCs/>
              </w:rPr>
              <w:t>i</w:t>
            </w:r>
            <w:proofErr w:type="gramEnd"/>
            <w:r w:rsidRPr="007D1435">
              <w:rPr>
                <w:b/>
                <w:bCs/>
              </w:rPr>
              <w:t xml:space="preserve"> folkeskolen til børn med under 9 timers støttebehov (B 21)</w:t>
            </w:r>
          </w:p>
        </w:tc>
        <w:tc>
          <w:tcPr>
            <w:tcW w:w="2546" w:type="dxa"/>
            <w:tcMar>
              <w:left w:w="0" w:type="dxa"/>
              <w:right w:w="0" w:type="dxa"/>
            </w:tcMar>
          </w:tcPr>
          <w:p w:rsidR="00376D11" w:rsidRPr="00203B18" w:rsidRDefault="005E7C09" w:rsidP="00203B18">
            <w:pPr>
              <w:pStyle w:val="Lille"/>
              <w:rPr>
                <w:b/>
                <w:spacing w:val="10"/>
              </w:rPr>
            </w:pPr>
            <w:r>
              <w:rPr>
                <w:b/>
                <w:spacing w:val="10"/>
              </w:rPr>
              <w:t>Udvalgssekretariatet</w:t>
            </w:r>
          </w:p>
          <w:p w:rsidR="007C4FD5" w:rsidRDefault="004F3095" w:rsidP="00203B18">
            <w:pPr>
              <w:pStyle w:val="Lille"/>
            </w:pPr>
            <w:r>
              <w:t>Christiansborg</w:t>
            </w:r>
            <w:r w:rsidR="00203B18">
              <w:br/>
              <w:t>DK-</w:t>
            </w:r>
            <w:r>
              <w:t>1240 København K</w:t>
            </w:r>
          </w:p>
          <w:p w:rsidR="00203B18" w:rsidRPr="004D4AAD" w:rsidRDefault="00203B18" w:rsidP="004D4AAD">
            <w:pPr>
              <w:pStyle w:val="Lille"/>
              <w:tabs>
                <w:tab w:val="left" w:pos="406"/>
              </w:tabs>
            </w:pPr>
            <w:r w:rsidRPr="004D4AAD">
              <w:t>Tlf.</w:t>
            </w:r>
            <w:r w:rsidRPr="004D4AAD">
              <w:tab/>
            </w:r>
            <w:r w:rsidR="009D6AB4" w:rsidRPr="004D4AAD">
              <w:t xml:space="preserve">+45 </w:t>
            </w:r>
            <w:r w:rsidR="004F3095">
              <w:t>33 37 55 00</w:t>
            </w:r>
            <w:r w:rsidRPr="004D4AAD">
              <w:br/>
              <w:t>Fax</w:t>
            </w:r>
            <w:r w:rsidRPr="004D4AAD">
              <w:tab/>
            </w:r>
            <w:r w:rsidR="009D6AB4" w:rsidRPr="004D4AAD">
              <w:t xml:space="preserve">+45 </w:t>
            </w:r>
            <w:r w:rsidR="004F3095">
              <w:t>33 32 85 36</w:t>
            </w:r>
          </w:p>
          <w:p w:rsidR="0008360C" w:rsidRPr="004D4AAD" w:rsidRDefault="004F3095" w:rsidP="00203B18">
            <w:pPr>
              <w:pStyle w:val="Lille"/>
            </w:pPr>
            <w:r w:rsidRPr="004D4AAD">
              <w:t>www.ft</w:t>
            </w:r>
            <w:r w:rsidR="00203B18" w:rsidRPr="004D4AAD">
              <w:t>.dk</w:t>
            </w:r>
            <w:r w:rsidR="00203B18" w:rsidRPr="004D4AAD">
              <w:br/>
            </w:r>
            <w:r w:rsidRPr="00801B3F">
              <w:rPr>
                <w:spacing w:val="10"/>
              </w:rPr>
              <w:t>ft</w:t>
            </w:r>
            <w:r w:rsidR="00203B18" w:rsidRPr="00801B3F">
              <w:rPr>
                <w:spacing w:val="10"/>
              </w:rPr>
              <w:t>@</w:t>
            </w:r>
            <w:r w:rsidRPr="00801B3F">
              <w:rPr>
                <w:spacing w:val="10"/>
              </w:rPr>
              <w:t>ft</w:t>
            </w:r>
            <w:r w:rsidR="00DD657E" w:rsidRPr="00801B3F">
              <w:rPr>
                <w:spacing w:val="10"/>
              </w:rPr>
              <w:t>.dk</w:t>
            </w:r>
          </w:p>
        </w:tc>
      </w:tr>
    </w:tbl>
    <w:p w:rsidR="004F3095" w:rsidRDefault="004F3095" w:rsidP="000D243D">
      <w:pPr>
        <w:pStyle w:val="Lille"/>
        <w:framePr w:w="2517" w:h="2926" w:hRule="exact" w:hSpace="181" w:wrap="notBeside" w:vAnchor="page" w:hAnchor="page" w:x="8790" w:y="5665" w:anchorLock="1"/>
        <w:suppressOverlap/>
      </w:pPr>
      <w:bookmarkStart w:id="0" w:name="Text5"/>
      <w:r>
        <w:t>Kontakt</w:t>
      </w:r>
      <w:r>
        <w:br/>
      </w:r>
      <w:r w:rsidR="0026017A">
        <w:t>Jørgen Nielsen</w:t>
      </w:r>
      <w:r>
        <w:br/>
      </w:r>
      <w:r w:rsidR="00FD764C">
        <w:t>Udvalgssekretær</w:t>
      </w:r>
    </w:p>
    <w:p w:rsidR="009C4FB4" w:rsidRPr="00D237E9" w:rsidRDefault="004F3095" w:rsidP="004D4AAD">
      <w:pPr>
        <w:pStyle w:val="Lille"/>
        <w:framePr w:w="2517" w:h="2926" w:hRule="exact" w:hSpace="181" w:wrap="notBeside" w:vAnchor="page" w:hAnchor="page" w:x="8790" w:y="5665" w:anchorLock="1"/>
        <w:tabs>
          <w:tab w:val="left" w:pos="630"/>
        </w:tabs>
        <w:suppressOverlap/>
      </w:pPr>
      <w:r w:rsidRPr="0026017A">
        <w:t>Dir. tlf.</w:t>
      </w:r>
      <w:r w:rsidRPr="0026017A">
        <w:tab/>
      </w:r>
      <w:r w:rsidRPr="00D237E9">
        <w:t xml:space="preserve">+45 </w:t>
      </w:r>
      <w:r w:rsidR="0026017A" w:rsidRPr="00D237E9">
        <w:rPr>
          <w:rFonts w:eastAsiaTheme="minorEastAsia" w:cs="Arial"/>
          <w:noProof/>
          <w:sz w:val="15"/>
          <w:szCs w:val="15"/>
          <w:lang w:eastAsia="da-DK"/>
        </w:rPr>
        <w:t>33 37 55 28</w:t>
      </w:r>
    </w:p>
    <w:p w:rsidR="004F3095" w:rsidRPr="0026017A" w:rsidRDefault="0026017A" w:rsidP="000D243D">
      <w:pPr>
        <w:pStyle w:val="Lille"/>
        <w:framePr w:w="2517" w:h="2926" w:hRule="exact" w:hSpace="181" w:wrap="notBeside" w:vAnchor="page" w:hAnchor="page" w:x="8790" w:y="5665" w:anchorLock="1"/>
        <w:tabs>
          <w:tab w:val="left" w:pos="709"/>
        </w:tabs>
        <w:suppressOverlap/>
      </w:pPr>
      <w:r>
        <w:t>Jorgen.nielsen</w:t>
      </w:r>
      <w:r w:rsidR="004F3095" w:rsidRPr="0026017A">
        <w:t>@</w:t>
      </w:r>
      <w:r w:rsidR="009C4FB4" w:rsidRPr="0026017A">
        <w:t>ft</w:t>
      </w:r>
      <w:r w:rsidR="004F3095" w:rsidRPr="0026017A">
        <w:t>.dk</w:t>
      </w:r>
    </w:p>
    <w:p w:rsidR="00A004D7" w:rsidRDefault="00A004D7" w:rsidP="00D12526">
      <w:pPr>
        <w:jc w:val="both"/>
      </w:pPr>
      <w:bookmarkStart w:id="1" w:name="Text6"/>
      <w:bookmarkEnd w:id="0"/>
    </w:p>
    <w:p w:rsidR="00643730" w:rsidRDefault="00374A9A" w:rsidP="00D12526">
      <w:pPr>
        <w:jc w:val="both"/>
      </w:pPr>
      <w:r>
        <w:t>Enhedslisten</w:t>
      </w:r>
      <w:r w:rsidR="00A004D7">
        <w:t xml:space="preserve"> har </w:t>
      </w:r>
      <w:r w:rsidR="0026017A">
        <w:t xml:space="preserve">den 23. oktober 2018 i Folketinget fremsat Forslag til </w:t>
      </w:r>
      <w:r w:rsidR="00A004D7">
        <w:t xml:space="preserve">beslutningsforslag om </w:t>
      </w:r>
      <w:r w:rsidRPr="00374A9A">
        <w:t>ret til klage over utilstrækkelig støtte i folkeskolen til børn</w:t>
      </w:r>
      <w:r w:rsidR="003D41C6">
        <w:t xml:space="preserve"> med under 9 timers støttebehov (B 21).</w:t>
      </w:r>
    </w:p>
    <w:p w:rsidR="00374A9A" w:rsidRDefault="00374A9A" w:rsidP="00D12526">
      <w:pPr>
        <w:jc w:val="both"/>
      </w:pPr>
    </w:p>
    <w:p w:rsidR="00374A9A" w:rsidRDefault="003D41C6" w:rsidP="00D12526">
      <w:pPr>
        <w:jc w:val="both"/>
      </w:pPr>
      <w:r>
        <w:t xml:space="preserve">Enhedslisten </w:t>
      </w:r>
      <w:r w:rsidR="0090193D">
        <w:t>foreslår</w:t>
      </w:r>
      <w:r w:rsidR="00374A9A">
        <w:t>, at forældre til børn, der har behov for under 9 timers ugentlig støtte</w:t>
      </w:r>
      <w:r>
        <w:t xml:space="preserve"> i folkeskolen</w:t>
      </w:r>
      <w:r w:rsidR="00374A9A">
        <w:t>, får mulighed for at få deres klager over den tildelte støtte behandlet af Klagenævnet for Specialundervisning.</w:t>
      </w:r>
    </w:p>
    <w:p w:rsidR="00544A2E" w:rsidRDefault="00544A2E" w:rsidP="00D12526">
      <w:pPr>
        <w:jc w:val="both"/>
      </w:pPr>
    </w:p>
    <w:p w:rsidR="003D41C6" w:rsidRDefault="003D41C6" w:rsidP="00D12526">
      <w:pPr>
        <w:jc w:val="both"/>
      </w:pPr>
      <w:r>
        <w:t xml:space="preserve">B 21 blev </w:t>
      </w:r>
      <w:r w:rsidR="00544A2E" w:rsidRPr="00544A2E">
        <w:t xml:space="preserve">1. behandlet </w:t>
      </w:r>
      <w:r>
        <w:t xml:space="preserve">i Folketinget </w:t>
      </w:r>
      <w:r w:rsidR="00544A2E" w:rsidRPr="00544A2E">
        <w:t>den 6. december 2018</w:t>
      </w:r>
      <w:r w:rsidR="00853718">
        <w:t>, hvorefter B 21 blev henvist til udvalgsbehandling i Folketingets Uddannelsesudvalg.</w:t>
      </w:r>
    </w:p>
    <w:p w:rsidR="003D41C6" w:rsidRDefault="003D41C6" w:rsidP="00D12526">
      <w:pPr>
        <w:jc w:val="both"/>
      </w:pPr>
    </w:p>
    <w:p w:rsidR="00853718" w:rsidRDefault="00853718" w:rsidP="00D12526">
      <w:pPr>
        <w:jc w:val="both"/>
      </w:pPr>
      <w:r>
        <w:t>Undervisningsudvalget har besluttet at se</w:t>
      </w:r>
      <w:r w:rsidR="00796CF7">
        <w:t>nde</w:t>
      </w:r>
      <w:r w:rsidR="005373AF">
        <w:t xml:space="preserve"> B 21 i høring på Høringsportal</w:t>
      </w:r>
      <w:bookmarkStart w:id="2" w:name="_GoBack"/>
      <w:bookmarkEnd w:id="2"/>
      <w:r w:rsidR="00796CF7">
        <w:t xml:space="preserve">en og til </w:t>
      </w:r>
      <w:r w:rsidR="00F63A68">
        <w:t xml:space="preserve">de </w:t>
      </w:r>
      <w:r w:rsidR="00796CF7">
        <w:t>myndigheder, organisationer og foreninger m.m., som fremgår af vedhæftede oversigt</w:t>
      </w:r>
      <w:r w:rsidR="00F63A68">
        <w:t>.</w:t>
      </w:r>
    </w:p>
    <w:p w:rsidR="00853718" w:rsidRDefault="00853718" w:rsidP="00D12526">
      <w:pPr>
        <w:jc w:val="both"/>
      </w:pPr>
    </w:p>
    <w:p w:rsidR="008E267B" w:rsidRDefault="008E267B" w:rsidP="00D12526">
      <w:pPr>
        <w:jc w:val="both"/>
      </w:pPr>
      <w:r>
        <w:t>Det fremsatte beslutningsforslag (B 21) og 1. behandling af</w:t>
      </w:r>
      <w:r w:rsidR="00D12526">
        <w:t xml:space="preserve"> B 21</w:t>
      </w:r>
      <w:r>
        <w:t xml:space="preserve"> kan læses her:</w:t>
      </w:r>
    </w:p>
    <w:p w:rsidR="008E267B" w:rsidRDefault="008E267B" w:rsidP="00D12526">
      <w:pPr>
        <w:jc w:val="both"/>
      </w:pPr>
    </w:p>
    <w:p w:rsidR="008E267B" w:rsidRDefault="000C6EB7" w:rsidP="00D12526">
      <w:pPr>
        <w:jc w:val="both"/>
      </w:pPr>
      <w:hyperlink r:id="rId6" w:history="1">
        <w:r w:rsidR="00D237E9" w:rsidRPr="00DF0086">
          <w:rPr>
            <w:rStyle w:val="Hyperlink"/>
          </w:rPr>
          <w:t>https://www.ft.dk/samling/20181/beslutningsforslag/B21/index.htm</w:t>
        </w:r>
      </w:hyperlink>
      <w:r w:rsidR="00D237E9">
        <w:t xml:space="preserve"> </w:t>
      </w:r>
    </w:p>
    <w:p w:rsidR="003D41C6" w:rsidRDefault="003D41C6" w:rsidP="00D12526">
      <w:pPr>
        <w:jc w:val="both"/>
      </w:pPr>
    </w:p>
    <w:p w:rsidR="00FC263F" w:rsidRDefault="00A9535E" w:rsidP="00D12526">
      <w:pPr>
        <w:jc w:val="both"/>
      </w:pPr>
      <w:r>
        <w:t>Undervisningsudvalg</w:t>
      </w:r>
      <w:r w:rsidR="00145E94">
        <w:t>et</w:t>
      </w:r>
      <w:r>
        <w:t xml:space="preserve"> </w:t>
      </w:r>
      <w:r w:rsidR="00FC263F">
        <w:t xml:space="preserve">skal anmode om at </w:t>
      </w:r>
      <w:r w:rsidR="00D12526">
        <w:t>modtage eventuelle bemærkni</w:t>
      </w:r>
      <w:r w:rsidR="00FC263F">
        <w:t>n</w:t>
      </w:r>
      <w:r w:rsidR="00D12526">
        <w:t>g</w:t>
      </w:r>
      <w:r w:rsidR="00E25E66">
        <w:t>er til B 21 senest onsdag den 20</w:t>
      </w:r>
      <w:r w:rsidR="00FC263F">
        <w:t>. februar 2019.</w:t>
      </w:r>
      <w:r w:rsidR="00FC263F" w:rsidRPr="00FC263F">
        <w:t xml:space="preserve"> </w:t>
      </w:r>
      <w:r w:rsidR="00FC263F">
        <w:t xml:space="preserve">Eventuelle bemærkninger </w:t>
      </w:r>
      <w:r w:rsidR="00D12526">
        <w:t xml:space="preserve">bedes sendt til udvalget </w:t>
      </w:r>
      <w:r w:rsidR="00FC263F" w:rsidRPr="00D63178">
        <w:t xml:space="preserve">pr. e-mail til </w:t>
      </w:r>
      <w:hyperlink r:id="rId7" w:history="1">
        <w:r w:rsidR="00FC263F" w:rsidRPr="00807EE5">
          <w:rPr>
            <w:rStyle w:val="Hyperlink"/>
          </w:rPr>
          <w:t>unu@ft.dk</w:t>
        </w:r>
      </w:hyperlink>
      <w:r w:rsidR="00D12526">
        <w:rPr>
          <w:rStyle w:val="Hyperlink"/>
        </w:rPr>
        <w:t>.</w:t>
      </w:r>
    </w:p>
    <w:p w:rsidR="00FC263F" w:rsidRDefault="00FC263F" w:rsidP="00D12526">
      <w:pPr>
        <w:jc w:val="both"/>
      </w:pPr>
    </w:p>
    <w:bookmarkEnd w:id="1"/>
    <w:p w:rsidR="00F116A3" w:rsidRDefault="006E54F5">
      <w:r>
        <w:t>Med v</w:t>
      </w:r>
      <w:r w:rsidR="00F116A3">
        <w:t>enlig hilsen</w:t>
      </w:r>
    </w:p>
    <w:p w:rsidR="00F116A3" w:rsidRDefault="00F116A3"/>
    <w:p w:rsidR="00F116A3" w:rsidRDefault="00F116A3" w:rsidP="00E134BB"/>
    <w:p w:rsidR="00B17188" w:rsidRDefault="001E47BC">
      <w:r>
        <w:t>Jørgen Nielsen</w:t>
      </w:r>
    </w:p>
    <w:p w:rsidR="005E7C09" w:rsidRDefault="005E7C09">
      <w:r>
        <w:t>Udvalgsse</w:t>
      </w:r>
      <w:r w:rsidR="00D12526">
        <w:t xml:space="preserve">kretær </w:t>
      </w:r>
    </w:p>
    <w:p w:rsidR="00F63A68" w:rsidRDefault="00F63A68"/>
    <w:p w:rsidR="00F63A68" w:rsidRDefault="00F63A68"/>
    <w:p w:rsidR="00145E94" w:rsidRDefault="00145E94"/>
    <w:p w:rsidR="00145E94" w:rsidRDefault="00145E94"/>
    <w:p w:rsidR="00145E94" w:rsidRDefault="00145E94"/>
    <w:p w:rsidR="00145E94" w:rsidRDefault="00145E94"/>
    <w:p w:rsidR="00145E94" w:rsidRDefault="00145E94"/>
    <w:p w:rsidR="00F63A68" w:rsidRDefault="00F63A68" w:rsidP="00D237E9">
      <w:pPr>
        <w:jc w:val="both"/>
      </w:pPr>
      <w:r>
        <w:lastRenderedPageBreak/>
        <w:t>Høringsliste B 21</w:t>
      </w:r>
    </w:p>
    <w:p w:rsidR="00145E94" w:rsidRDefault="00145E94" w:rsidP="00D237E9">
      <w:pPr>
        <w:jc w:val="both"/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6091"/>
      </w:tblGrid>
      <w:tr w:rsidR="00D237E9" w:rsidRPr="00D237E9" w:rsidTr="002D5973">
        <w:tc>
          <w:tcPr>
            <w:tcW w:w="6091" w:type="dxa"/>
          </w:tcPr>
          <w:p w:rsidR="00D237E9" w:rsidRPr="00D237E9" w:rsidRDefault="00145E94" w:rsidP="00D237E9">
            <w:pPr>
              <w:jc w:val="both"/>
            </w:pPr>
            <w:r>
              <w:t>ADHD-</w:t>
            </w:r>
            <w:r w:rsidR="00D237E9" w:rsidRPr="00D237E9">
              <w:t>foreningen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Børne- og Kulturchefforeningen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Børne- og Socialministeriet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Danmarks Lærerforening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Dansk Blindesamfund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Dansk Center for Undervisningsmiljø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Dansk Psykolog Forening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Danske Handicaporganisationer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145E94">
            <w:pPr>
              <w:jc w:val="both"/>
            </w:pPr>
            <w:r w:rsidRPr="00D237E9">
              <w:t xml:space="preserve">Danske </w:t>
            </w:r>
            <w:r w:rsidR="00145E94">
              <w:t>S</w:t>
            </w:r>
            <w:r w:rsidRPr="00D237E9">
              <w:t>koleelever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Det Centrale Handicapråd</w:t>
            </w:r>
          </w:p>
        </w:tc>
      </w:tr>
      <w:tr w:rsidR="00D237E9" w:rsidTr="002D5973">
        <w:tc>
          <w:tcPr>
            <w:tcW w:w="6091" w:type="dxa"/>
          </w:tcPr>
          <w:p w:rsidR="00D237E9" w:rsidRDefault="00D237E9" w:rsidP="00D237E9">
            <w:pPr>
              <w:jc w:val="both"/>
            </w:pPr>
            <w:r w:rsidRPr="00D237E9">
              <w:t>Fagforbundet FOA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Forbundet for Pædagoger og Klubfolk (BUPL)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145E94" w:rsidP="00D237E9">
            <w:pPr>
              <w:jc w:val="both"/>
            </w:pPr>
            <w:r>
              <w:t>Frie Skolers L</w:t>
            </w:r>
            <w:r w:rsidR="00D237E9" w:rsidRPr="00D237E9">
              <w:t>ærerforening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KL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Landsforeningen Autisme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Landsorganisationen for sociale tilbud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Landssamråd for PPR-chefer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Ordblinde/dysleksiforeningen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145E94" w:rsidP="00D237E9">
            <w:pPr>
              <w:jc w:val="both"/>
            </w:pPr>
            <w:r>
              <w:t>Skole og F</w:t>
            </w:r>
            <w:r w:rsidR="00D237E9" w:rsidRPr="00D237E9">
              <w:t xml:space="preserve">orældre 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Skolelederforeningen</w:t>
            </w:r>
          </w:p>
        </w:tc>
      </w:tr>
      <w:tr w:rsidR="00D237E9" w:rsidRPr="00D237E9" w:rsidTr="002D5973">
        <w:tc>
          <w:tcPr>
            <w:tcW w:w="6091" w:type="dxa"/>
          </w:tcPr>
          <w:p w:rsidR="00D237E9" w:rsidRPr="00D237E9" w:rsidRDefault="00D237E9" w:rsidP="00D237E9">
            <w:pPr>
              <w:jc w:val="both"/>
            </w:pPr>
            <w:r w:rsidRPr="00D237E9">
              <w:t>Socialpædagogernes Landsforbund</w:t>
            </w:r>
          </w:p>
        </w:tc>
      </w:tr>
    </w:tbl>
    <w:p w:rsidR="00F63A68" w:rsidRDefault="00F63A68" w:rsidP="00D237E9">
      <w:pPr>
        <w:jc w:val="both"/>
      </w:pPr>
    </w:p>
    <w:p w:rsidR="00F63A68" w:rsidRDefault="00F63A68" w:rsidP="00D237E9">
      <w:pPr>
        <w:jc w:val="both"/>
      </w:pPr>
    </w:p>
    <w:sectPr w:rsidR="00F63A68" w:rsidSect="00EA4A76">
      <w:footerReference w:type="default" r:id="rId8"/>
      <w:headerReference w:type="first" r:id="rId9"/>
      <w:footerReference w:type="first" r:id="rId10"/>
      <w:pgSz w:w="11906" w:h="16838" w:code="9"/>
      <w:pgMar w:top="2268" w:right="3563" w:bottom="170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EB7" w:rsidRDefault="000C6EB7">
      <w:r>
        <w:separator/>
      </w:r>
    </w:p>
  </w:endnote>
  <w:endnote w:type="continuationSeparator" w:id="0">
    <w:p w:rsidR="000C6EB7" w:rsidRDefault="000C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5C" w:rsidRDefault="0072324A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728" behindDoc="0" locked="1" layoutInCell="1" allowOverlap="1">
              <wp:simplePos x="0" y="0"/>
              <wp:positionH relativeFrom="column">
                <wp:posOffset>5687695</wp:posOffset>
              </wp:positionH>
              <wp:positionV relativeFrom="paragraph">
                <wp:posOffset>-17780</wp:posOffset>
              </wp:positionV>
              <wp:extent cx="715010" cy="294640"/>
              <wp:effectExtent l="1270" t="1270" r="0" b="0"/>
              <wp:wrapSquare wrapText="bothSides"/>
              <wp:docPr id="2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010" cy="294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1E5C" w:rsidRPr="00CC6F6B" w:rsidRDefault="00A11E5C" w:rsidP="001D2C12">
                          <w:pPr>
                            <w:pStyle w:val="Sidefod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5373AF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5373AF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  <w:p w:rsidR="00A11E5C" w:rsidRDefault="00A11E5C" w:rsidP="00A11E5C"/>
                        <w:p w:rsidR="00A11E5C" w:rsidRDefault="00A11E5C" w:rsidP="00A11E5C"/>
                        <w:p w:rsidR="00A11E5C" w:rsidRDefault="00A11E5C" w:rsidP="00A11E5C"/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26" type="#_x0000_t202" style="position:absolute;margin-left:447.85pt;margin-top:-1.4pt;width:56.3pt;height:2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" filled="f" stroked="f">
              <v:textbox inset="0">
                <w:txbxContent>
                  <w:p w:rsidR="00A11E5C" w:rsidRPr="00CC6F6B" w:rsidRDefault="00A11E5C" w:rsidP="001D2C12">
                    <w:pPr>
                      <w:pStyle w:val="Sidefod"/>
                      <w:jc w:val="right"/>
                      <w:rPr>
                        <w:sz w:val="16"/>
                      </w:rPr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5373AF">
                      <w:rPr>
                        <w:rStyle w:val="Sidetal"/>
                        <w:noProof/>
                      </w:rPr>
                      <w:t>2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5373AF">
                      <w:rPr>
                        <w:rStyle w:val="Sidetal"/>
                        <w:noProof/>
                      </w:rPr>
                      <w:t>2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  <w:p w:rsidR="00A11E5C" w:rsidRDefault="00A11E5C" w:rsidP="00A11E5C"/>
                  <w:p w:rsidR="00A11E5C" w:rsidRDefault="00A11E5C" w:rsidP="00A11E5C"/>
                  <w:p w:rsidR="00A11E5C" w:rsidRDefault="00A11E5C" w:rsidP="00A11E5C"/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5C" w:rsidRDefault="0072324A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704" behindDoc="0" locked="1" layoutInCell="1" allowOverlap="1">
              <wp:simplePos x="0" y="0"/>
              <wp:positionH relativeFrom="column">
                <wp:posOffset>5678170</wp:posOffset>
              </wp:positionH>
              <wp:positionV relativeFrom="paragraph">
                <wp:posOffset>-19050</wp:posOffset>
              </wp:positionV>
              <wp:extent cx="715010" cy="294640"/>
              <wp:effectExtent l="1270" t="0" r="0" b="635"/>
              <wp:wrapSquare wrapText="bothSides"/>
              <wp:docPr id="1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010" cy="294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1E5C" w:rsidRPr="00CC6F6B" w:rsidRDefault="00A11E5C" w:rsidP="001D2C12">
                          <w:pPr>
                            <w:pStyle w:val="Sidefod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5373AF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5373AF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  <w:p w:rsidR="00D80153" w:rsidRDefault="00D80153" w:rsidP="001D2C12">
                          <w:pPr>
                            <w:jc w:val="right"/>
                          </w:pPr>
                        </w:p>
                        <w:p w:rsidR="00D80153" w:rsidRDefault="00D80153" w:rsidP="001D2C12">
                          <w:pPr>
                            <w:jc w:val="right"/>
                          </w:pPr>
                        </w:p>
                        <w:p w:rsidR="00D80153" w:rsidRDefault="00D80153" w:rsidP="001D2C12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27" type="#_x0000_t202" style="position:absolute;margin-left:447.1pt;margin-top:-1.5pt;width:56.3pt;height:2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" filled="f" stroked="f">
              <v:textbox inset="0">
                <w:txbxContent>
                  <w:p w:rsidR="00A11E5C" w:rsidRPr="00CC6F6B" w:rsidRDefault="00A11E5C" w:rsidP="001D2C12">
                    <w:pPr>
                      <w:pStyle w:val="Sidefod"/>
                      <w:jc w:val="right"/>
                      <w:rPr>
                        <w:sz w:val="16"/>
                      </w:rPr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5373AF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5373AF">
                      <w:rPr>
                        <w:rStyle w:val="Sidetal"/>
                        <w:noProof/>
                      </w:rPr>
                      <w:t>2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  <w:p w:rsidR="00D80153" w:rsidRDefault="00D80153" w:rsidP="001D2C12">
                    <w:pPr>
                      <w:jc w:val="right"/>
                    </w:pPr>
                  </w:p>
                  <w:p w:rsidR="00D80153" w:rsidRDefault="00D80153" w:rsidP="001D2C12">
                    <w:pPr>
                      <w:jc w:val="right"/>
                    </w:pPr>
                  </w:p>
                  <w:p w:rsidR="00D80153" w:rsidRDefault="00D80153" w:rsidP="001D2C12">
                    <w:pPr>
                      <w:jc w:val="right"/>
                    </w:pP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EB7" w:rsidRDefault="000C6EB7">
      <w:r>
        <w:separator/>
      </w:r>
    </w:p>
  </w:footnote>
  <w:footnote w:type="continuationSeparator" w:id="0">
    <w:p w:rsidR="000C6EB7" w:rsidRDefault="000C6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A9" w:rsidRDefault="00611C2B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column">
            <wp:posOffset>4680585</wp:posOffset>
          </wp:positionH>
          <wp:positionV relativeFrom="page">
            <wp:posOffset>345440</wp:posOffset>
          </wp:positionV>
          <wp:extent cx="1619250" cy="2533650"/>
          <wp:effectExtent l="19050" t="0" r="0" b="0"/>
          <wp:wrapNone/>
          <wp:docPr id="47" name="Billede 47" descr="FT_Logo_brev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 descr="FT_Logo_brev1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533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64C"/>
    <w:rsid w:val="000357C4"/>
    <w:rsid w:val="0008360C"/>
    <w:rsid w:val="000C1989"/>
    <w:rsid w:val="000C4ADD"/>
    <w:rsid w:val="000C6EB7"/>
    <w:rsid w:val="000C7ACB"/>
    <w:rsid w:val="000D243D"/>
    <w:rsid w:val="000E1539"/>
    <w:rsid w:val="00145E94"/>
    <w:rsid w:val="00146EBF"/>
    <w:rsid w:val="00186D37"/>
    <w:rsid w:val="00190173"/>
    <w:rsid w:val="00196120"/>
    <w:rsid w:val="001A02E5"/>
    <w:rsid w:val="001A3D15"/>
    <w:rsid w:val="001B1B3C"/>
    <w:rsid w:val="001B28AD"/>
    <w:rsid w:val="001D2C12"/>
    <w:rsid w:val="001E2D8C"/>
    <w:rsid w:val="001E3FBA"/>
    <w:rsid w:val="001E47BC"/>
    <w:rsid w:val="00203B18"/>
    <w:rsid w:val="002232B7"/>
    <w:rsid w:val="00234422"/>
    <w:rsid w:val="002363E3"/>
    <w:rsid w:val="002564E6"/>
    <w:rsid w:val="0026017A"/>
    <w:rsid w:val="0026486D"/>
    <w:rsid w:val="00281CAC"/>
    <w:rsid w:val="002842BF"/>
    <w:rsid w:val="00284F60"/>
    <w:rsid w:val="002C1AA9"/>
    <w:rsid w:val="002D265B"/>
    <w:rsid w:val="002D50C6"/>
    <w:rsid w:val="002D69C1"/>
    <w:rsid w:val="002E065E"/>
    <w:rsid w:val="002E2A9D"/>
    <w:rsid w:val="00374A9A"/>
    <w:rsid w:val="00376D11"/>
    <w:rsid w:val="00377E70"/>
    <w:rsid w:val="00381E8E"/>
    <w:rsid w:val="00382F1C"/>
    <w:rsid w:val="00383678"/>
    <w:rsid w:val="003B236F"/>
    <w:rsid w:val="003D41C6"/>
    <w:rsid w:val="003D768D"/>
    <w:rsid w:val="003E189B"/>
    <w:rsid w:val="00402331"/>
    <w:rsid w:val="00403966"/>
    <w:rsid w:val="004140D2"/>
    <w:rsid w:val="00427608"/>
    <w:rsid w:val="00467F02"/>
    <w:rsid w:val="00470DB6"/>
    <w:rsid w:val="00483DD1"/>
    <w:rsid w:val="004933DF"/>
    <w:rsid w:val="004A0E9F"/>
    <w:rsid w:val="004B0D8C"/>
    <w:rsid w:val="004D4AAD"/>
    <w:rsid w:val="004F3095"/>
    <w:rsid w:val="00536CB3"/>
    <w:rsid w:val="005373AF"/>
    <w:rsid w:val="0053742F"/>
    <w:rsid w:val="00544A2E"/>
    <w:rsid w:val="005460F0"/>
    <w:rsid w:val="00565DB7"/>
    <w:rsid w:val="00575BAB"/>
    <w:rsid w:val="005A7941"/>
    <w:rsid w:val="005B0A29"/>
    <w:rsid w:val="005C0E4C"/>
    <w:rsid w:val="005C1B88"/>
    <w:rsid w:val="005C7BA3"/>
    <w:rsid w:val="005E7C09"/>
    <w:rsid w:val="0060717C"/>
    <w:rsid w:val="00611C2B"/>
    <w:rsid w:val="00643730"/>
    <w:rsid w:val="00646CC3"/>
    <w:rsid w:val="006A7AEF"/>
    <w:rsid w:val="006E4823"/>
    <w:rsid w:val="006E54F5"/>
    <w:rsid w:val="006F2157"/>
    <w:rsid w:val="006F4346"/>
    <w:rsid w:val="0072135E"/>
    <w:rsid w:val="0072324A"/>
    <w:rsid w:val="007332AE"/>
    <w:rsid w:val="00736D32"/>
    <w:rsid w:val="00796CF7"/>
    <w:rsid w:val="007977B8"/>
    <w:rsid w:val="007A2D6C"/>
    <w:rsid w:val="007A37AF"/>
    <w:rsid w:val="007C3CC4"/>
    <w:rsid w:val="007C4FD5"/>
    <w:rsid w:val="007D1435"/>
    <w:rsid w:val="007E472F"/>
    <w:rsid w:val="007F1E57"/>
    <w:rsid w:val="00801B3F"/>
    <w:rsid w:val="00811809"/>
    <w:rsid w:val="00826220"/>
    <w:rsid w:val="00853718"/>
    <w:rsid w:val="008751BD"/>
    <w:rsid w:val="00877351"/>
    <w:rsid w:val="0088333F"/>
    <w:rsid w:val="00887EF3"/>
    <w:rsid w:val="00895F7C"/>
    <w:rsid w:val="008E1C5C"/>
    <w:rsid w:val="008E267B"/>
    <w:rsid w:val="0090193D"/>
    <w:rsid w:val="00901DDD"/>
    <w:rsid w:val="00902084"/>
    <w:rsid w:val="0090265A"/>
    <w:rsid w:val="0091033E"/>
    <w:rsid w:val="009244F2"/>
    <w:rsid w:val="009275DC"/>
    <w:rsid w:val="00932FF4"/>
    <w:rsid w:val="00934034"/>
    <w:rsid w:val="009428B4"/>
    <w:rsid w:val="009644A1"/>
    <w:rsid w:val="0098744A"/>
    <w:rsid w:val="00991D7E"/>
    <w:rsid w:val="00991FE1"/>
    <w:rsid w:val="009C4FB4"/>
    <w:rsid w:val="009D6AB4"/>
    <w:rsid w:val="00A004D7"/>
    <w:rsid w:val="00A11E5C"/>
    <w:rsid w:val="00A31819"/>
    <w:rsid w:val="00A4311F"/>
    <w:rsid w:val="00A5193A"/>
    <w:rsid w:val="00A81414"/>
    <w:rsid w:val="00A9535E"/>
    <w:rsid w:val="00AB48E8"/>
    <w:rsid w:val="00AC4422"/>
    <w:rsid w:val="00AE512E"/>
    <w:rsid w:val="00AE7232"/>
    <w:rsid w:val="00B124C3"/>
    <w:rsid w:val="00B17188"/>
    <w:rsid w:val="00B51D9F"/>
    <w:rsid w:val="00B75479"/>
    <w:rsid w:val="00B93635"/>
    <w:rsid w:val="00B938A4"/>
    <w:rsid w:val="00BA0531"/>
    <w:rsid w:val="00BA59CD"/>
    <w:rsid w:val="00BC6331"/>
    <w:rsid w:val="00BD0BB1"/>
    <w:rsid w:val="00C11F27"/>
    <w:rsid w:val="00C42EEA"/>
    <w:rsid w:val="00C611C0"/>
    <w:rsid w:val="00C64547"/>
    <w:rsid w:val="00C83A77"/>
    <w:rsid w:val="00C91B55"/>
    <w:rsid w:val="00CA020F"/>
    <w:rsid w:val="00D10945"/>
    <w:rsid w:val="00D12526"/>
    <w:rsid w:val="00D207CA"/>
    <w:rsid w:val="00D237E9"/>
    <w:rsid w:val="00D63745"/>
    <w:rsid w:val="00D80153"/>
    <w:rsid w:val="00DB2546"/>
    <w:rsid w:val="00DB3A94"/>
    <w:rsid w:val="00DC07CA"/>
    <w:rsid w:val="00DD657E"/>
    <w:rsid w:val="00DE69CE"/>
    <w:rsid w:val="00DF6B98"/>
    <w:rsid w:val="00E01B7D"/>
    <w:rsid w:val="00E0722C"/>
    <w:rsid w:val="00E11F2D"/>
    <w:rsid w:val="00E134BB"/>
    <w:rsid w:val="00E1482C"/>
    <w:rsid w:val="00E25E66"/>
    <w:rsid w:val="00E45F27"/>
    <w:rsid w:val="00E517B2"/>
    <w:rsid w:val="00E71C61"/>
    <w:rsid w:val="00E741B6"/>
    <w:rsid w:val="00E875DC"/>
    <w:rsid w:val="00E97801"/>
    <w:rsid w:val="00EA4A76"/>
    <w:rsid w:val="00EA6699"/>
    <w:rsid w:val="00EB1A13"/>
    <w:rsid w:val="00ED1506"/>
    <w:rsid w:val="00EF20BD"/>
    <w:rsid w:val="00F116A3"/>
    <w:rsid w:val="00F12476"/>
    <w:rsid w:val="00F23047"/>
    <w:rsid w:val="00F2411C"/>
    <w:rsid w:val="00F33277"/>
    <w:rsid w:val="00F42299"/>
    <w:rsid w:val="00F63A68"/>
    <w:rsid w:val="00F93E33"/>
    <w:rsid w:val="00F95B67"/>
    <w:rsid w:val="00FA537C"/>
    <w:rsid w:val="00FB782E"/>
    <w:rsid w:val="00FC263F"/>
    <w:rsid w:val="00FD764C"/>
    <w:rsid w:val="00FF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2328AB-7502-4D31-8829-84EF0D72A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A77"/>
    <w:pPr>
      <w:spacing w:line="280" w:lineRule="atLeast"/>
    </w:pPr>
    <w:rPr>
      <w:rFonts w:ascii="Arial" w:hAnsi="Arial"/>
      <w:lang w:eastAsia="en-US"/>
    </w:rPr>
  </w:style>
  <w:style w:type="paragraph" w:styleId="Overskrift1">
    <w:name w:val="heading 1"/>
    <w:basedOn w:val="Normal"/>
    <w:next w:val="Normal"/>
    <w:qFormat/>
    <w:rsid w:val="00901DDD"/>
    <w:pPr>
      <w:keepNext/>
      <w:outlineLvl w:val="0"/>
    </w:pPr>
    <w:rPr>
      <w:rFonts w:cs="Arial"/>
      <w:b/>
      <w:bCs/>
      <w:kern w:val="32"/>
      <w:sz w:val="22"/>
      <w:szCs w:val="32"/>
    </w:rPr>
  </w:style>
  <w:style w:type="paragraph" w:styleId="Overskrift2">
    <w:name w:val="heading 2"/>
    <w:basedOn w:val="Normal"/>
    <w:next w:val="Normal"/>
    <w:qFormat/>
    <w:rsid w:val="005C1B88"/>
    <w:pPr>
      <w:keepNext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5C1B88"/>
    <w:pPr>
      <w:keepNext/>
      <w:outlineLvl w:val="2"/>
    </w:pPr>
    <w:rPr>
      <w:rFonts w:cs="Arial"/>
      <w:b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196120"/>
    <w:pPr>
      <w:tabs>
        <w:tab w:val="center" w:pos="4320"/>
        <w:tab w:val="right" w:pos="8640"/>
      </w:tabs>
    </w:pPr>
  </w:style>
  <w:style w:type="paragraph" w:styleId="Sidefod">
    <w:name w:val="footer"/>
    <w:basedOn w:val="Normal"/>
    <w:rsid w:val="00196120"/>
    <w:pPr>
      <w:tabs>
        <w:tab w:val="center" w:pos="4320"/>
        <w:tab w:val="right" w:pos="8640"/>
      </w:tabs>
    </w:pPr>
  </w:style>
  <w:style w:type="paragraph" w:styleId="Markeringsbobletekst">
    <w:name w:val="Balloon Text"/>
    <w:basedOn w:val="Normal"/>
    <w:semiHidden/>
    <w:rsid w:val="00FF41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39"/>
    <w:rsid w:val="00203B18"/>
    <w:pPr>
      <w:spacing w:line="28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">
    <w:name w:val="page number"/>
    <w:basedOn w:val="Standardskrifttypeiafsnit"/>
    <w:rsid w:val="00575BAB"/>
    <w:rPr>
      <w:rFonts w:ascii="Arial" w:hAnsi="Arial"/>
      <w:sz w:val="16"/>
    </w:rPr>
  </w:style>
  <w:style w:type="paragraph" w:customStyle="1" w:styleId="Jnr">
    <w:name w:val="Jnr"/>
    <w:basedOn w:val="Normal"/>
    <w:rsid w:val="00AC4422"/>
    <w:pPr>
      <w:framePr w:w="2296" w:h="2308" w:hRule="exact" w:hSpace="181" w:wrap="around" w:vAnchor="page" w:hAnchor="page" w:x="9105" w:y="5776" w:anchorLock="1"/>
      <w:jc w:val="right"/>
    </w:pPr>
  </w:style>
  <w:style w:type="character" w:styleId="Hyperlink">
    <w:name w:val="Hyperlink"/>
    <w:basedOn w:val="Standardskrifttypeiafsnit"/>
    <w:rsid w:val="00991D7E"/>
    <w:rPr>
      <w:color w:val="0000FF"/>
      <w:u w:val="single"/>
    </w:rPr>
  </w:style>
  <w:style w:type="paragraph" w:customStyle="1" w:styleId="Overskriftfed">
    <w:name w:val="Overskrift fed"/>
    <w:basedOn w:val="Normal"/>
    <w:rsid w:val="00A11E5C"/>
    <w:rPr>
      <w:b/>
    </w:rPr>
  </w:style>
  <w:style w:type="paragraph" w:customStyle="1" w:styleId="Lille">
    <w:name w:val="Lille"/>
    <w:basedOn w:val="Normal"/>
    <w:rsid w:val="00203B18"/>
    <w:pPr>
      <w:spacing w:after="100" w:line="200" w:lineRule="atLeast"/>
    </w:pPr>
    <w:rPr>
      <w:sz w:val="16"/>
      <w:szCs w:val="18"/>
    </w:rPr>
  </w:style>
  <w:style w:type="paragraph" w:customStyle="1" w:styleId="Style">
    <w:name w:val="Style"/>
    <w:basedOn w:val="Lille"/>
    <w:rsid w:val="00EA4A76"/>
    <w:p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unu@ft.d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t.dk/samling/20181/beslutningsforslag/B21/index.ht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kabelonWin10\Folketinget\BrevDK%20med%20logo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BrevDK med logo.dotm</Template>
  <TotalTime>4</TotalTime>
  <Pages>1</Pages>
  <Words>305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Brev DK med logo</vt:lpstr>
    </vt:vector>
  </TitlesOfParts>
  <Company>Folketinget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 DK med logo</dc:title>
  <dc:creator>Iben Bryld Gaardmand</dc:creator>
  <cp:lastModifiedBy>Dan Westfall</cp:lastModifiedBy>
  <cp:revision>9</cp:revision>
  <cp:lastPrinted>2019-01-17T15:32:00Z</cp:lastPrinted>
  <dcterms:created xsi:type="dcterms:W3CDTF">2019-01-21T13:17:00Z</dcterms:created>
  <dcterms:modified xsi:type="dcterms:W3CDTF">2019-01-22T14:15:00Z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-1686707049</vt:i4>
  </property>
  <property fmtid="{D5CDD505-2E9C-101B-9397-08002B2CF9AE}" pid="3" name="_NewReviewCycle">
    <vt:lpwstr/>
  </property>
  <property fmtid="{D5CDD505-2E9C-101B-9397-08002B2CF9AE}" pid="4" name="_EmailSubject">
    <vt:lpwstr>Udkast: Høringsliste</vt:lpwstr>
  </property>
  <property fmtid="{D5CDD505-2E9C-101B-9397-08002B2CF9AE}" pid="5" name="_AuthorEmail">
    <vt:lpwstr>Iben.Gaardmand@ft.dk</vt:lpwstr>
  </property>
  <property fmtid="{D5CDD505-2E9C-101B-9397-08002B2CF9AE}" pid="6" name="_AuthorEmailDisplayName">
    <vt:lpwstr>Iben Bryld Gaardmand</vt:lpwstr>
  </property>
  <property fmtid="{D5CDD505-2E9C-101B-9397-08002B2CF9AE}" pid="7" name="_PreviousAdHocReviewCycleID">
    <vt:i4>1274167876</vt:i4>
  </property>
  <property fmtid="{D5CDD505-2E9C-101B-9397-08002B2CF9AE}" pid="8" name="_ReviewingToolsShownOnce">
    <vt:lpwstr/>
  </property>
</Properties>
</file>